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AB2B5C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F58B3" w:rsidRPr="00981201">
        <w:rPr>
          <w:rFonts w:ascii="Verdana" w:hAnsi="Verdana"/>
          <w:b/>
          <w:bCs/>
        </w:rPr>
        <w:t>„</w:t>
      </w:r>
      <w:r w:rsidR="006F58B3" w:rsidRPr="005112B4">
        <w:rPr>
          <w:rFonts w:ascii="Verdana" w:hAnsi="Verdana"/>
          <w:b/>
          <w:bCs/>
        </w:rPr>
        <w:t>Nákup pásové okruhové pily pro OŘ PHA 2025</w:t>
      </w:r>
      <w:r w:rsidR="006F58B3" w:rsidRPr="00981201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6035C7" w:rsidRPr="006035C7">
        <w:rPr>
          <w:rFonts w:eastAsia="Times New Roman" w:cs="Times New Roman"/>
          <w:lang w:eastAsia="cs-CZ"/>
        </w:rPr>
        <w:t>41162/2025-SŽ-OŘ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035C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035C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DA1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035C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58B3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62CF7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34DA1"/>
    <w:rsid w:val="001519AF"/>
    <w:rsid w:val="0049171C"/>
    <w:rsid w:val="00710200"/>
    <w:rsid w:val="007944E1"/>
    <w:rsid w:val="0087094D"/>
    <w:rsid w:val="00B72819"/>
    <w:rsid w:val="00BE31C7"/>
    <w:rsid w:val="00C601C7"/>
    <w:rsid w:val="00C62CF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2025-10-06T09:37:00Z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